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14588" w14:textId="77777777" w:rsidR="00996AEB" w:rsidRDefault="00905B82">
      <w:pPr>
        <w:ind w:left="3183" w:right="-15"/>
      </w:pPr>
      <w:r>
        <w:t>MEETING MINUTES</w:t>
      </w:r>
      <w:r>
        <w:rPr>
          <w:b w:val="0"/>
          <w:vertAlign w:val="subscript"/>
        </w:rPr>
        <w:t xml:space="preserve"> </w:t>
      </w:r>
    </w:p>
    <w:p w14:paraId="48455E4E" w14:textId="77777777" w:rsidR="00996AEB" w:rsidRDefault="00905B82">
      <w:pPr>
        <w:ind w:left="3245" w:firstLine="0"/>
      </w:pPr>
      <w:r>
        <w:rPr>
          <w:b w:val="0"/>
          <w:sz w:val="20"/>
        </w:rPr>
        <w:t xml:space="preserve"> </w:t>
      </w:r>
    </w:p>
    <w:tbl>
      <w:tblPr>
        <w:tblStyle w:val="TableGrid"/>
        <w:tblW w:w="9720" w:type="dxa"/>
        <w:tblInd w:w="111" w:type="dxa"/>
        <w:tblCellMar>
          <w:top w:w="40" w:type="dxa"/>
          <w:left w:w="107" w:type="dxa"/>
          <w:right w:w="100" w:type="dxa"/>
        </w:tblCellMar>
        <w:tblLook w:val="04A0" w:firstRow="1" w:lastRow="0" w:firstColumn="1" w:lastColumn="0" w:noHBand="0" w:noVBand="1"/>
      </w:tblPr>
      <w:tblGrid>
        <w:gridCol w:w="1842"/>
        <w:gridCol w:w="4537"/>
        <w:gridCol w:w="1843"/>
        <w:gridCol w:w="424"/>
        <w:gridCol w:w="1074"/>
      </w:tblGrid>
      <w:tr w:rsidR="00996AEB" w14:paraId="2BD29CFD" w14:textId="77777777">
        <w:trPr>
          <w:trHeight w:val="571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</w:tcPr>
          <w:p w14:paraId="283F9F65" w14:textId="77777777" w:rsidR="00996AEB" w:rsidRDefault="00905B82">
            <w:pPr>
              <w:ind w:left="0" w:right="8" w:firstLine="0"/>
            </w:pPr>
            <w:r>
              <w:rPr>
                <w:sz w:val="28"/>
              </w:rPr>
              <w:t xml:space="preserve">MINUTES </w:t>
            </w:r>
          </w:p>
        </w:tc>
      </w:tr>
      <w:tr w:rsidR="00996AEB" w14:paraId="2398CBC8" w14:textId="77777777" w:rsidTr="00514DCD">
        <w:trPr>
          <w:trHeight w:val="474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9DD71B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Project Name: </w:t>
            </w:r>
          </w:p>
        </w:tc>
        <w:tc>
          <w:tcPr>
            <w:tcW w:w="78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FA70F" w14:textId="4AB08F6E" w:rsidR="00996AEB" w:rsidRDefault="007A016E">
            <w:pPr>
              <w:ind w:left="1" w:firstLine="0"/>
              <w:jc w:val="left"/>
            </w:pPr>
            <w:r>
              <w:rPr>
                <w:b w:val="0"/>
                <w:sz w:val="21"/>
              </w:rPr>
              <w:t xml:space="preserve">Establishment of a Comprehensive Geospatial Database &amp; </w:t>
            </w:r>
            <w:proofErr w:type="spellStart"/>
            <w:r>
              <w:rPr>
                <w:b w:val="0"/>
                <w:sz w:val="21"/>
              </w:rPr>
              <w:t>GeoPortal</w:t>
            </w:r>
            <w:proofErr w:type="spellEnd"/>
            <w:r>
              <w:rPr>
                <w:b w:val="0"/>
                <w:sz w:val="21"/>
              </w:rPr>
              <w:t xml:space="preserve"> for Madinah Municipality</w:t>
            </w:r>
            <w:r w:rsidR="00905B82">
              <w:rPr>
                <w:b w:val="0"/>
                <w:sz w:val="21"/>
              </w:rPr>
              <w:t xml:space="preserve"> </w:t>
            </w:r>
          </w:p>
        </w:tc>
      </w:tr>
      <w:tr w:rsidR="00996AEB" w14:paraId="7E2E283A" w14:textId="77777777" w:rsidTr="00514DCD">
        <w:trPr>
          <w:trHeight w:val="572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7CE8F9F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Name: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8AA0C" w14:textId="4E8C6594" w:rsidR="00996AEB" w:rsidRDefault="000E1E3B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System Analysis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C50355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Time: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A7603" w14:textId="62A2B298" w:rsidR="00996AEB" w:rsidRDefault="00102AC8">
            <w:pPr>
              <w:ind w:left="1" w:firstLine="0"/>
              <w:jc w:val="left"/>
            </w:pPr>
            <w:r>
              <w:rPr>
                <w:b w:val="0"/>
                <w:sz w:val="22"/>
              </w:rPr>
              <w:t>11</w:t>
            </w:r>
            <w:r w:rsidR="004012ED">
              <w:rPr>
                <w:b w:val="0"/>
                <w:sz w:val="22"/>
              </w:rPr>
              <w:t>.</w:t>
            </w:r>
            <w:r w:rsidR="00A03391">
              <w:rPr>
                <w:b w:val="0"/>
                <w:sz w:val="22"/>
              </w:rPr>
              <w:t>0</w:t>
            </w:r>
            <w:r w:rsidR="004012ED">
              <w:rPr>
                <w:b w:val="0"/>
                <w:sz w:val="22"/>
              </w:rPr>
              <w:t>0</w:t>
            </w:r>
          </w:p>
        </w:tc>
      </w:tr>
      <w:tr w:rsidR="00996AEB" w14:paraId="099BB331" w14:textId="77777777" w:rsidTr="00514DCD">
        <w:trPr>
          <w:trHeight w:val="57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BCA42CA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Location: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113D4" w14:textId="1AA2543C" w:rsidR="00996AEB" w:rsidRDefault="004B4C74" w:rsidP="00A03391">
            <w:pPr>
              <w:ind w:left="1" w:firstLine="0"/>
              <w:jc w:val="left"/>
            </w:pPr>
            <w:r>
              <w:rPr>
                <w:b w:val="0"/>
                <w:sz w:val="22"/>
              </w:rPr>
              <w:t>GIS</w:t>
            </w:r>
            <w:bookmarkStart w:id="0" w:name="_GoBack"/>
            <w:bookmarkEnd w:id="0"/>
            <w:r w:rsidR="00C307F4">
              <w:rPr>
                <w:b w:val="0"/>
                <w:sz w:val="22"/>
              </w:rPr>
              <w:t xml:space="preserve"> </w:t>
            </w:r>
            <w:r w:rsidR="00A03391">
              <w:rPr>
                <w:b w:val="0"/>
                <w:sz w:val="22"/>
              </w:rPr>
              <w:t>Office</w:t>
            </w:r>
            <w:r w:rsidR="00905B82">
              <w:rPr>
                <w:b w:val="0"/>
                <w:sz w:val="22"/>
              </w:rPr>
              <w:t xml:space="preserve"> </w:t>
            </w:r>
            <w:proofErr w:type="spellStart"/>
            <w:r w:rsidR="007A016E"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2127AB0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Date: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9A780" w14:textId="377F4B81" w:rsidR="00996AEB" w:rsidRDefault="00102AC8">
            <w:pPr>
              <w:ind w:left="1" w:firstLine="0"/>
              <w:jc w:val="left"/>
            </w:pPr>
            <w:r>
              <w:rPr>
                <w:b w:val="0"/>
                <w:sz w:val="22"/>
              </w:rPr>
              <w:t>07</w:t>
            </w:r>
            <w:r w:rsidR="004012ED">
              <w:rPr>
                <w:b w:val="0"/>
                <w:sz w:val="22"/>
              </w:rPr>
              <w:t>.0</w:t>
            </w:r>
            <w:r>
              <w:rPr>
                <w:b w:val="0"/>
                <w:sz w:val="22"/>
              </w:rPr>
              <w:t>4</w:t>
            </w:r>
            <w:r w:rsidR="004012ED">
              <w:rPr>
                <w:b w:val="0"/>
                <w:sz w:val="22"/>
              </w:rPr>
              <w:t>.201</w:t>
            </w:r>
            <w:r w:rsidR="007A016E">
              <w:rPr>
                <w:b w:val="0"/>
                <w:sz w:val="22"/>
              </w:rPr>
              <w:t>9</w:t>
            </w:r>
          </w:p>
        </w:tc>
      </w:tr>
      <w:tr w:rsidR="00996AEB" w14:paraId="087013E6" w14:textId="77777777">
        <w:trPr>
          <w:trHeight w:val="574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62289" w14:textId="77777777" w:rsidR="004012ED" w:rsidRDefault="00905B82">
            <w:pPr>
              <w:ind w:left="425" w:hanging="425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Purpose and Objectives of the meeting: </w:t>
            </w:r>
          </w:p>
          <w:p w14:paraId="78D7C366" w14:textId="51148515" w:rsidR="00996AEB" w:rsidRDefault="00905B82">
            <w:pPr>
              <w:ind w:left="425" w:hanging="425"/>
              <w:jc w:val="left"/>
            </w:pPr>
            <w:r>
              <w:rPr>
                <w:b w:val="0"/>
                <w:sz w:val="22"/>
              </w:rPr>
              <w:t xml:space="preserve">To discuss the </w:t>
            </w:r>
            <w:r w:rsidR="00A55A59">
              <w:rPr>
                <w:b w:val="0"/>
                <w:sz w:val="22"/>
              </w:rPr>
              <w:t xml:space="preserve">detail system requirement for </w:t>
            </w:r>
            <w:r w:rsidR="00100F53">
              <w:rPr>
                <w:b w:val="0"/>
                <w:sz w:val="22"/>
              </w:rPr>
              <w:t>GIS</w:t>
            </w:r>
            <w:r w:rsidR="00A60A75">
              <w:rPr>
                <w:b w:val="0"/>
                <w:sz w:val="22"/>
              </w:rPr>
              <w:t xml:space="preserve"> Department</w:t>
            </w:r>
            <w:r w:rsidR="00A55A59">
              <w:rPr>
                <w:b w:val="0"/>
                <w:sz w:val="22"/>
              </w:rPr>
              <w:t xml:space="preserve"> system</w:t>
            </w:r>
          </w:p>
        </w:tc>
      </w:tr>
      <w:tr w:rsidR="00996AEB" w14:paraId="3B07031A" w14:textId="77777777" w:rsidTr="00514DCD">
        <w:trPr>
          <w:trHeight w:val="396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EB80B23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>Present: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5901A7B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Name 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4548F38" w14:textId="77777777" w:rsidR="00996AEB" w:rsidRDefault="00905B82">
            <w:pPr>
              <w:ind w:left="0" w:right="9" w:firstLine="0"/>
            </w:pPr>
            <w:r>
              <w:rPr>
                <w:b w:val="0"/>
                <w:sz w:val="22"/>
              </w:rPr>
              <w:t xml:space="preserve">Initials </w:t>
            </w:r>
          </w:p>
        </w:tc>
      </w:tr>
      <w:tr w:rsidR="00996AEB" w14:paraId="6EF7FB22" w14:textId="77777777" w:rsidTr="00514DCD">
        <w:trPr>
          <w:trHeight w:val="399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ED949" w14:textId="2BB2FF68" w:rsidR="00996AEB" w:rsidRDefault="007A016E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27B05" w14:textId="5C4CDE5C" w:rsidR="00996AEB" w:rsidRDefault="00F96EBB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Mr. </w:t>
            </w:r>
            <w:proofErr w:type="spellStart"/>
            <w:r>
              <w:rPr>
                <w:b w:val="0"/>
                <w:sz w:val="22"/>
              </w:rPr>
              <w:t>Oguzhan</w:t>
            </w:r>
            <w:proofErr w:type="spellEnd"/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63CD0" w14:textId="140F6D5D" w:rsidR="00996AEB" w:rsidRDefault="007A016E">
            <w:pPr>
              <w:ind w:left="0" w:right="6" w:firstLine="0"/>
            </w:pPr>
            <w:r>
              <w:rPr>
                <w:b w:val="0"/>
                <w:sz w:val="22"/>
              </w:rPr>
              <w:t>AS</w:t>
            </w:r>
          </w:p>
        </w:tc>
      </w:tr>
      <w:tr w:rsidR="00514DCD" w14:paraId="5081B735" w14:textId="77777777" w:rsidTr="00514DCD">
        <w:trPr>
          <w:trHeight w:val="399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A460E" w14:textId="6A6897EC" w:rsidR="00514DCD" w:rsidRDefault="007A016E" w:rsidP="00514DCD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E66EC" w14:textId="02D5A573" w:rsidR="00514DCD" w:rsidRDefault="00F96EBB" w:rsidP="00514DCD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Mr. Abdullah </w:t>
            </w:r>
            <w:proofErr w:type="spellStart"/>
            <w:r>
              <w:rPr>
                <w:b w:val="0"/>
                <w:sz w:val="22"/>
              </w:rPr>
              <w:t>Ufi</w:t>
            </w:r>
            <w:proofErr w:type="spellEnd"/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F2B6D" w14:textId="4A009D1B" w:rsidR="00514DCD" w:rsidRDefault="007A016E" w:rsidP="00514DCD">
            <w:pPr>
              <w:ind w:left="0" w:right="6" w:firstLine="0"/>
            </w:pPr>
            <w:r>
              <w:rPr>
                <w:b w:val="0"/>
                <w:sz w:val="22"/>
              </w:rPr>
              <w:t>AA</w:t>
            </w:r>
          </w:p>
        </w:tc>
      </w:tr>
      <w:tr w:rsidR="007A016E" w14:paraId="333FECF7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0494D" w14:textId="6914576A" w:rsidR="007A016E" w:rsidRDefault="007A016E" w:rsidP="00514DCD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8F09A" w14:textId="0E2F282C" w:rsidR="007A016E" w:rsidRDefault="00F96EBB" w:rsidP="00514DCD">
            <w:pPr>
              <w:ind w:left="1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Ayhan</w:t>
            </w:r>
            <w:proofErr w:type="spellEnd"/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Yagmur</w:t>
            </w:r>
            <w:proofErr w:type="spellEnd"/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337C9" w14:textId="15D9F90E" w:rsidR="007A016E" w:rsidRDefault="007A016E" w:rsidP="00514DCD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MY</w:t>
            </w:r>
          </w:p>
        </w:tc>
      </w:tr>
      <w:tr w:rsidR="007A016E" w14:paraId="49B3ECB4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12D1C" w14:textId="010A60EF" w:rsidR="007A016E" w:rsidRDefault="007A016E" w:rsidP="00514DCD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C8BC0" w14:textId="132761ED" w:rsidR="007A016E" w:rsidRDefault="00F96EBB" w:rsidP="00514DCD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Baris Uluzmanoglu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A12E7" w14:textId="5EE3A35B" w:rsidR="007A016E" w:rsidRDefault="00F96EBB" w:rsidP="00514DCD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BU</w:t>
            </w:r>
          </w:p>
        </w:tc>
      </w:tr>
      <w:tr w:rsidR="00DF356B" w14:paraId="2A695907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E3AFA" w14:textId="147A8F45" w:rsidR="00DF356B" w:rsidRDefault="00DF356B" w:rsidP="00514DCD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95CF6" w14:textId="25672214" w:rsidR="00DF356B" w:rsidRDefault="00DF356B" w:rsidP="00514DCD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Nizar </w:t>
            </w:r>
            <w:proofErr w:type="spellStart"/>
            <w:r>
              <w:rPr>
                <w:b w:val="0"/>
                <w:sz w:val="22"/>
              </w:rPr>
              <w:t>Fahti</w:t>
            </w:r>
            <w:proofErr w:type="spellEnd"/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048E5" w14:textId="2764C3C7" w:rsidR="00DF356B" w:rsidRDefault="00DF356B" w:rsidP="00514DCD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NF</w:t>
            </w:r>
          </w:p>
        </w:tc>
      </w:tr>
    </w:tbl>
    <w:p w14:paraId="46BEC5BA" w14:textId="77777777" w:rsidR="00996AEB" w:rsidRDefault="00905B82">
      <w:pPr>
        <w:ind w:left="0" w:firstLine="0"/>
        <w:jc w:val="left"/>
      </w:pPr>
      <w:r>
        <w:rPr>
          <w:b w:val="0"/>
          <w:sz w:val="20"/>
        </w:rPr>
        <w:t xml:space="preserve"> </w:t>
      </w:r>
    </w:p>
    <w:tbl>
      <w:tblPr>
        <w:tblStyle w:val="TableGrid"/>
        <w:tblW w:w="9742" w:type="dxa"/>
        <w:tblInd w:w="111" w:type="dxa"/>
        <w:tblCellMar>
          <w:top w:w="40" w:type="dxa"/>
          <w:left w:w="107" w:type="dxa"/>
          <w:right w:w="42" w:type="dxa"/>
        </w:tblCellMar>
        <w:tblLook w:val="04A0" w:firstRow="1" w:lastRow="0" w:firstColumn="1" w:lastColumn="0" w:noHBand="0" w:noVBand="1"/>
      </w:tblPr>
      <w:tblGrid>
        <w:gridCol w:w="568"/>
        <w:gridCol w:w="7655"/>
        <w:gridCol w:w="1519"/>
      </w:tblGrid>
      <w:tr w:rsidR="00996AEB" w14:paraId="48EAFE4A" w14:textId="77777777">
        <w:trPr>
          <w:trHeight w:val="572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0C0C0"/>
            <w:vAlign w:val="center"/>
          </w:tcPr>
          <w:p w14:paraId="1FB452A7" w14:textId="77777777" w:rsidR="00996AEB" w:rsidRDefault="00905B82">
            <w:pPr>
              <w:ind w:left="2739" w:firstLine="0"/>
              <w:jc w:val="left"/>
            </w:pPr>
            <w:r>
              <w:rPr>
                <w:sz w:val="28"/>
              </w:rPr>
              <w:t xml:space="preserve">AGENDA TOPICS DISCUSSED </w:t>
            </w:r>
          </w:p>
        </w:tc>
        <w:tc>
          <w:tcPr>
            <w:tcW w:w="15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63D3A197" w14:textId="77777777" w:rsidR="00996AEB" w:rsidRDefault="00996AEB">
            <w:pPr>
              <w:spacing w:after="160"/>
              <w:ind w:left="0" w:firstLine="0"/>
              <w:jc w:val="left"/>
            </w:pPr>
          </w:p>
        </w:tc>
      </w:tr>
      <w:tr w:rsidR="00996AEB" w14:paraId="7638B3FE" w14:textId="77777777">
        <w:trPr>
          <w:trHeight w:val="571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A2A2DF4" w14:textId="77777777" w:rsidR="00996AEB" w:rsidRDefault="00905B82">
            <w:pPr>
              <w:ind w:left="0" w:firstLine="0"/>
              <w:jc w:val="left"/>
            </w:pPr>
            <w:r>
              <w:rPr>
                <w:sz w:val="22"/>
              </w:rPr>
              <w:t xml:space="preserve">Summary Description of Topics discussed by Agenda Item 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31D803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Ref to Action Item </w:t>
            </w:r>
          </w:p>
        </w:tc>
      </w:tr>
      <w:tr w:rsidR="00996AEB" w14:paraId="06AD957C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E0D5B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1.  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36673" w14:textId="67360800" w:rsidR="00996AEB" w:rsidRDefault="00776BE4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System Analysis </w:t>
            </w:r>
            <w:r w:rsidR="00DF356B">
              <w:rPr>
                <w:b w:val="0"/>
                <w:sz w:val="22"/>
              </w:rPr>
              <w:t xml:space="preserve">– </w:t>
            </w:r>
            <w:r w:rsidR="006B1A72">
              <w:rPr>
                <w:b w:val="0"/>
                <w:sz w:val="22"/>
              </w:rPr>
              <w:t>GIS – Stored Procedure/GIS Functionality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E3680" w14:textId="77777777" w:rsidR="00996AEB" w:rsidRDefault="00905B82">
            <w:pPr>
              <w:ind w:left="0" w:right="68" w:firstLine="0"/>
            </w:pPr>
            <w:r>
              <w:rPr>
                <w:b w:val="0"/>
                <w:sz w:val="24"/>
              </w:rPr>
              <w:t xml:space="preserve">1 </w:t>
            </w:r>
          </w:p>
        </w:tc>
      </w:tr>
      <w:tr w:rsidR="00FA7A78" w14:paraId="3D08D2B4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C6660" w14:textId="0D68F49F" w:rsidR="00FA7A78" w:rsidRDefault="00FA7A78" w:rsidP="00FA7A78">
            <w:pPr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050C9" w14:textId="0E7D355B" w:rsidR="00FA7A78" w:rsidRDefault="00FA7A78" w:rsidP="00FA7A78">
            <w:pPr>
              <w:ind w:left="1" w:firstLine="0"/>
              <w:jc w:val="left"/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7F5AD" w14:textId="7474A35F" w:rsidR="00FA7A78" w:rsidRDefault="00FA7A78" w:rsidP="00FA7A78">
            <w:pPr>
              <w:ind w:left="0" w:right="68" w:firstLine="0"/>
            </w:pPr>
          </w:p>
        </w:tc>
      </w:tr>
      <w:tr w:rsidR="00FA7A78" w14:paraId="1932D0B5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8099A" w14:textId="77777777" w:rsidR="00FA7A78" w:rsidRDefault="00FA7A78" w:rsidP="00FA7A78">
            <w:p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513FC" w14:textId="77777777" w:rsidR="00FA7A78" w:rsidRDefault="00FA7A78" w:rsidP="00FA7A78">
            <w:pPr>
              <w:ind w:left="1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CAFD9" w14:textId="77777777" w:rsidR="00FA7A78" w:rsidRDefault="00FA7A78" w:rsidP="00FA7A78">
            <w:pPr>
              <w:ind w:left="0" w:right="68" w:firstLine="0"/>
              <w:rPr>
                <w:b w:val="0"/>
                <w:sz w:val="24"/>
              </w:rPr>
            </w:pPr>
          </w:p>
        </w:tc>
      </w:tr>
    </w:tbl>
    <w:p w14:paraId="4D7D5E0F" w14:textId="77777777" w:rsidR="001C030A" w:rsidRDefault="001C030A">
      <w:pPr>
        <w:ind w:left="0" w:firstLine="0"/>
        <w:jc w:val="left"/>
        <w:rPr>
          <w:b w:val="0"/>
          <w:sz w:val="20"/>
        </w:rPr>
      </w:pPr>
    </w:p>
    <w:p w14:paraId="5D8E4907" w14:textId="77777777" w:rsidR="009107BF" w:rsidRDefault="001C030A">
      <w:pPr>
        <w:spacing w:after="160"/>
        <w:ind w:left="0" w:firstLine="0"/>
        <w:jc w:val="left"/>
        <w:rPr>
          <w:b w:val="0"/>
          <w:sz w:val="20"/>
        </w:rPr>
      </w:pPr>
      <w:r>
        <w:rPr>
          <w:b w:val="0"/>
          <w:sz w:val="20"/>
        </w:rPr>
        <w:br w:type="page"/>
      </w:r>
    </w:p>
    <w:p w14:paraId="36947ABE" w14:textId="77777777" w:rsidR="009107BF" w:rsidRDefault="009107BF">
      <w:pPr>
        <w:spacing w:after="160"/>
        <w:ind w:left="0" w:firstLine="0"/>
        <w:jc w:val="left"/>
        <w:rPr>
          <w:b w:val="0"/>
          <w:sz w:val="20"/>
        </w:rPr>
      </w:pPr>
    </w:p>
    <w:tbl>
      <w:tblPr>
        <w:tblStyle w:val="TableGrid"/>
        <w:tblW w:w="9336" w:type="dxa"/>
        <w:tblInd w:w="111" w:type="dxa"/>
        <w:tblCellMar>
          <w:top w:w="10" w:type="dxa"/>
          <w:left w:w="101" w:type="dxa"/>
          <w:right w:w="43" w:type="dxa"/>
        </w:tblCellMar>
        <w:tblLook w:val="04A0" w:firstRow="1" w:lastRow="0" w:firstColumn="1" w:lastColumn="0" w:noHBand="0" w:noVBand="1"/>
      </w:tblPr>
      <w:tblGrid>
        <w:gridCol w:w="527"/>
        <w:gridCol w:w="8809"/>
      </w:tblGrid>
      <w:tr w:rsidR="00772740" w14:paraId="1A250268" w14:textId="77777777" w:rsidTr="00FD0931">
        <w:trPr>
          <w:trHeight w:val="570"/>
        </w:trPr>
        <w:tc>
          <w:tcPr>
            <w:tcW w:w="9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935A5C2" w14:textId="77777777" w:rsidR="00772740" w:rsidRDefault="009107BF">
            <w:pPr>
              <w:ind w:left="0" w:firstLine="0"/>
              <w:jc w:val="left"/>
            </w:pPr>
            <w:r>
              <w:rPr>
                <w:sz w:val="22"/>
              </w:rPr>
              <w:t xml:space="preserve">Item Discussed </w:t>
            </w:r>
          </w:p>
        </w:tc>
      </w:tr>
      <w:tr w:rsidR="00772740" w14:paraId="3AE3F889" w14:textId="77777777" w:rsidTr="00FD0931">
        <w:trPr>
          <w:trHeight w:val="3258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A1E3C" w14:textId="77777777" w:rsidR="00772740" w:rsidRDefault="00772740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02C69E18" w14:textId="77777777" w:rsidR="00772740" w:rsidRDefault="00772740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18ABBE56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0FB1A4E4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2D0F796C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45B1FFB9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58AC2DBA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60632A62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575DEE6E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4990E354" w14:textId="77777777" w:rsidR="00772740" w:rsidRDefault="00772740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1 </w:t>
            </w:r>
          </w:p>
        </w:tc>
        <w:tc>
          <w:tcPr>
            <w:tcW w:w="8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DE089" w14:textId="77777777" w:rsidR="009107BF" w:rsidRDefault="009107BF" w:rsidP="00B00095">
            <w:pPr>
              <w:spacing w:after="122"/>
              <w:ind w:left="0" w:right="109" w:firstLine="0"/>
              <w:jc w:val="both"/>
              <w:rPr>
                <w:b w:val="0"/>
                <w:i/>
                <w:iCs/>
                <w:sz w:val="22"/>
                <w:u w:val="single"/>
              </w:rPr>
            </w:pPr>
          </w:p>
          <w:p w14:paraId="41E0B76D" w14:textId="7AAD73C3" w:rsidR="00DF356B" w:rsidRDefault="003B530C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We discussed the Mr. </w:t>
            </w:r>
            <w:proofErr w:type="spellStart"/>
            <w:r>
              <w:rPr>
                <w:b w:val="0"/>
                <w:sz w:val="22"/>
              </w:rPr>
              <w:t>Oguzhan</w:t>
            </w:r>
            <w:proofErr w:type="spellEnd"/>
            <w:r>
              <w:rPr>
                <w:b w:val="0"/>
                <w:sz w:val="22"/>
              </w:rPr>
              <w:t xml:space="preserve">. GIS lib functionality source code is not available PCL code library is available we </w:t>
            </w:r>
            <w:r w:rsidR="00045D72">
              <w:rPr>
                <w:b w:val="0"/>
                <w:sz w:val="22"/>
              </w:rPr>
              <w:t>need the</w:t>
            </w:r>
            <w:r>
              <w:rPr>
                <w:b w:val="0"/>
                <w:sz w:val="22"/>
              </w:rPr>
              <w:t xml:space="preserve"> request to the Mr. Hisham (IT)</w:t>
            </w:r>
          </w:p>
          <w:p w14:paraId="4C5CCCCA" w14:textId="459AA563" w:rsidR="00DF356B" w:rsidRDefault="003B530C" w:rsidP="003120CE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We requested stored procedure related to the GIS map </w:t>
            </w:r>
            <w:proofErr w:type="spellStart"/>
            <w:proofErr w:type="gramStart"/>
            <w:r>
              <w:rPr>
                <w:b w:val="0"/>
                <w:sz w:val="22"/>
              </w:rPr>
              <w:t>component</w:t>
            </w:r>
            <w:r w:rsidR="00C739F4">
              <w:rPr>
                <w:b w:val="0"/>
                <w:sz w:val="22"/>
              </w:rPr>
              <w:t>.</w:t>
            </w:r>
            <w:r w:rsidR="00A171D7">
              <w:rPr>
                <w:b w:val="0"/>
                <w:sz w:val="22"/>
              </w:rPr>
              <w:t>He</w:t>
            </w:r>
            <w:proofErr w:type="spellEnd"/>
            <w:proofErr w:type="gramEnd"/>
            <w:r w:rsidR="00A171D7">
              <w:rPr>
                <w:b w:val="0"/>
                <w:sz w:val="22"/>
              </w:rPr>
              <w:t xml:space="preserve"> will provide us the stored procedure list and we will request source code from IT department. (Mr. Husham)</w:t>
            </w:r>
          </w:p>
          <w:p w14:paraId="5AF6A1FA" w14:textId="25576058" w:rsidR="00A171D7" w:rsidRDefault="00A171D7" w:rsidP="003120CE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GIS library side when we need the any information to the </w:t>
            </w:r>
            <w:r w:rsidR="00342B36">
              <w:rPr>
                <w:b w:val="0"/>
                <w:sz w:val="22"/>
              </w:rPr>
              <w:t>function, he will help us.</w:t>
            </w:r>
          </w:p>
          <w:p w14:paraId="0351979F" w14:textId="77777777" w:rsidR="00CE414C" w:rsidRDefault="00342B36" w:rsidP="003120CE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We can install to the oracle application builder than we can run to the oracle form</w:t>
            </w:r>
            <w:r w:rsidR="00CE414C">
              <w:rPr>
                <w:b w:val="0"/>
                <w:sz w:val="22"/>
              </w:rPr>
              <w:t>.</w:t>
            </w:r>
          </w:p>
          <w:p w14:paraId="2417DC8C" w14:textId="35D1B2F7" w:rsidR="00342B36" w:rsidRPr="00DF356B" w:rsidRDefault="00CE414C" w:rsidP="003120CE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H</w:t>
            </w:r>
            <w:r w:rsidR="00342B36">
              <w:rPr>
                <w:b w:val="0"/>
                <w:sz w:val="22"/>
              </w:rPr>
              <w:t>e can come and explain us to the required form.</w:t>
            </w:r>
          </w:p>
          <w:p w14:paraId="69110C28" w14:textId="0A7C6414" w:rsidR="00C739F4" w:rsidRDefault="00C739F4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The</w:t>
            </w:r>
            <w:r w:rsidR="007D1149">
              <w:rPr>
                <w:b w:val="0"/>
                <w:sz w:val="22"/>
              </w:rPr>
              <w:t>re</w:t>
            </w:r>
            <w:r>
              <w:rPr>
                <w:b w:val="0"/>
                <w:sz w:val="22"/>
              </w:rPr>
              <w:t xml:space="preserve"> is also office application in the Engineering office. Each engineering office has a MapInfo desktop application. </w:t>
            </w:r>
          </w:p>
          <w:p w14:paraId="4239A7EE" w14:textId="77777777" w:rsidR="00CE414C" w:rsidRDefault="00C739F4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Engineering office making all kind of GIS work in the MapInfo.</w:t>
            </w:r>
          </w:p>
          <w:p w14:paraId="0F0F92D2" w14:textId="38EC1B25" w:rsidR="00C739F4" w:rsidRDefault="00C739F4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MapInfo inside there is some scripting extension Mr. </w:t>
            </w:r>
            <w:proofErr w:type="spellStart"/>
            <w:r>
              <w:rPr>
                <w:b w:val="0"/>
                <w:sz w:val="22"/>
              </w:rPr>
              <w:t>Oguzhan</w:t>
            </w:r>
            <w:proofErr w:type="spellEnd"/>
            <w:r>
              <w:rPr>
                <w:b w:val="0"/>
                <w:sz w:val="22"/>
              </w:rPr>
              <w:t xml:space="preserve"> developed for this script.</w:t>
            </w:r>
          </w:p>
          <w:p w14:paraId="7AC1CA8A" w14:textId="77777777" w:rsidR="00C739F4" w:rsidRDefault="00C739F4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This script provide communication between oracle database and MapInfo.</w:t>
            </w:r>
          </w:p>
          <w:p w14:paraId="22A1FD76" w14:textId="77777777" w:rsidR="00401A54" w:rsidRDefault="00C739F4" w:rsidP="00C739F4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It’s </w:t>
            </w:r>
            <w:r w:rsidR="00CE414C">
              <w:rPr>
                <w:b w:val="0"/>
                <w:sz w:val="22"/>
              </w:rPr>
              <w:t>generated</w:t>
            </w:r>
            <w:r>
              <w:rPr>
                <w:b w:val="0"/>
                <w:sz w:val="22"/>
              </w:rPr>
              <w:t xml:space="preserve"> text file than upload the text file in the oracle form than CRUD process completed.</w:t>
            </w:r>
          </w:p>
          <w:p w14:paraId="00FD904D" w14:textId="77777777" w:rsidR="00CE414C" w:rsidRPr="00FE591D" w:rsidRDefault="00CE414C" w:rsidP="00CE414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Source code for the Scripting tools : </w:t>
            </w:r>
            <w:hyperlink r:id="rId8" w:tgtFrame="_blank" w:history="1">
              <w:r>
                <w:rPr>
                  <w:rStyle w:val="Hyperlink"/>
                  <w:rFonts w:ascii="Calibri" w:hAnsi="Calibri" w:cs="Calibri"/>
                  <w:sz w:val="22"/>
                  <w:bdr w:val="none" w:sz="0" w:space="0" w:color="auto" w:frame="1"/>
                  <w:shd w:val="clear" w:color="auto" w:fill="FFFFFF"/>
                </w:rPr>
                <w:t>\\srvr_gis1\madinah\Documentation\GIS</w:t>
              </w:r>
            </w:hyperlink>
            <w:r>
              <w:rPr>
                <w:rFonts w:ascii="Calibri" w:hAnsi="Calibri" w:cs="Calibri"/>
                <w:color w:val="1F497D"/>
                <w:sz w:val="22"/>
                <w:shd w:val="clear" w:color="auto" w:fill="FFFFFF"/>
              </w:rPr>
              <w:t> Source code</w:t>
            </w:r>
          </w:p>
          <w:p w14:paraId="4FA6A8FB" w14:textId="77777777" w:rsidR="00FE591D" w:rsidRDefault="00FE591D" w:rsidP="00CE414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Some application user manual also available in this source file.</w:t>
            </w:r>
          </w:p>
          <w:p w14:paraId="15DF7CBA" w14:textId="77777777" w:rsidR="005777CB" w:rsidRDefault="005777CB" w:rsidP="00CE414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All Map Component in the Oracle Form running for Apache Tomcat Server.</w:t>
            </w:r>
          </w:p>
          <w:p w14:paraId="701FA811" w14:textId="3EF2E9B3" w:rsidR="001C5305" w:rsidRPr="00E933DA" w:rsidRDefault="001C5305" w:rsidP="00CE414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We can request for Mr. Hisham (IT) server IP address and try to understand each component it’s working</w:t>
            </w:r>
            <w:r w:rsidR="00A1394B">
              <w:rPr>
                <w:b w:val="0"/>
                <w:sz w:val="22"/>
              </w:rPr>
              <w:t xml:space="preserve"> or no?</w:t>
            </w:r>
            <w:r>
              <w:rPr>
                <w:b w:val="0"/>
                <w:sz w:val="22"/>
              </w:rPr>
              <w:t xml:space="preserve"> </w:t>
            </w:r>
            <w:r w:rsidR="00A1394B">
              <w:rPr>
                <w:b w:val="0"/>
                <w:sz w:val="22"/>
              </w:rPr>
              <w:t>B</w:t>
            </w:r>
            <w:r>
              <w:rPr>
                <w:b w:val="0"/>
                <w:sz w:val="22"/>
              </w:rPr>
              <w:t xml:space="preserve">rowser Example: </w:t>
            </w:r>
            <w:r w:rsidRPr="001C5305">
              <w:rPr>
                <w:b w:val="0"/>
                <w:color w:val="0070C0"/>
                <w:sz w:val="22"/>
                <w:u w:val="single"/>
              </w:rPr>
              <w:t>htttp://localhost:80/zoomToFeature</w:t>
            </w:r>
          </w:p>
          <w:p w14:paraId="231A21C9" w14:textId="77777777" w:rsidR="00E933DA" w:rsidRDefault="00E933DA" w:rsidP="00E933DA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Oracle inside there is an internet explorer old version. We need the verify all kind of our new component integration to the oracle form.</w:t>
            </w:r>
          </w:p>
          <w:p w14:paraId="3DE6E620" w14:textId="500AF2A3" w:rsidR="00D3699A" w:rsidRDefault="00D3699A" w:rsidP="00E933DA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Text file inside structure:</w:t>
            </w:r>
          </w:p>
          <w:p w14:paraId="7786D83A" w14:textId="77777777" w:rsidR="00D3699A" w:rsidRDefault="00D3699A" w:rsidP="00D3699A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First row unique ID</w:t>
            </w:r>
          </w:p>
          <w:p w14:paraId="429BA67B" w14:textId="77777777" w:rsidR="00D3699A" w:rsidRDefault="00D3699A" w:rsidP="00D3699A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Second row number of coordinate count.</w:t>
            </w:r>
          </w:p>
          <w:p w14:paraId="266990C7" w14:textId="156B8867" w:rsidR="00D3699A" w:rsidRPr="00E933DA" w:rsidRDefault="00D3699A" w:rsidP="00D3699A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Third and after row coordinate </w:t>
            </w:r>
            <w:proofErr w:type="spellStart"/>
            <w:proofErr w:type="gramStart"/>
            <w:r>
              <w:rPr>
                <w:b w:val="0"/>
                <w:sz w:val="22"/>
              </w:rPr>
              <w:t>x,y</w:t>
            </w:r>
            <w:proofErr w:type="spellEnd"/>
            <w:proofErr w:type="gramEnd"/>
          </w:p>
        </w:tc>
      </w:tr>
      <w:tr w:rsidR="00D3699A" w14:paraId="7DA86943" w14:textId="77777777" w:rsidTr="00FD0931">
        <w:trPr>
          <w:trHeight w:val="3258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BFFFB" w14:textId="77777777" w:rsidR="00D3699A" w:rsidRDefault="00D3699A">
            <w:p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8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83F7C" w14:textId="77777777" w:rsidR="00D3699A" w:rsidRDefault="00D3699A" w:rsidP="00B00095">
            <w:pPr>
              <w:spacing w:after="122"/>
              <w:ind w:left="0" w:right="109" w:firstLine="0"/>
              <w:jc w:val="both"/>
              <w:rPr>
                <w:b w:val="0"/>
                <w:i/>
                <w:iCs/>
                <w:sz w:val="22"/>
                <w:u w:val="single"/>
              </w:rPr>
            </w:pPr>
          </w:p>
        </w:tc>
      </w:tr>
    </w:tbl>
    <w:p w14:paraId="651CC34A" w14:textId="77777777" w:rsidR="00996AEB" w:rsidRDefault="00996AEB">
      <w:pPr>
        <w:ind w:left="0" w:firstLine="0"/>
        <w:jc w:val="left"/>
      </w:pPr>
    </w:p>
    <w:p w14:paraId="1B7CEAF1" w14:textId="77777777" w:rsidR="00996AEB" w:rsidRDefault="00996AEB">
      <w:pPr>
        <w:ind w:left="3245" w:firstLine="0"/>
      </w:pPr>
    </w:p>
    <w:tbl>
      <w:tblPr>
        <w:tblStyle w:val="TableGrid"/>
        <w:tblW w:w="9355" w:type="dxa"/>
        <w:tblInd w:w="111" w:type="dxa"/>
        <w:tblCellMar>
          <w:top w:w="9" w:type="dxa"/>
          <w:left w:w="77" w:type="dxa"/>
          <w:right w:w="1" w:type="dxa"/>
        </w:tblCellMar>
        <w:tblLook w:val="04A0" w:firstRow="1" w:lastRow="0" w:firstColumn="1" w:lastColumn="0" w:noHBand="0" w:noVBand="1"/>
      </w:tblPr>
      <w:tblGrid>
        <w:gridCol w:w="527"/>
        <w:gridCol w:w="7193"/>
        <w:gridCol w:w="1635"/>
      </w:tblGrid>
      <w:tr w:rsidR="00996AEB" w14:paraId="333BE984" w14:textId="77777777" w:rsidTr="00E524C2">
        <w:trPr>
          <w:trHeight w:val="570"/>
        </w:trPr>
        <w:tc>
          <w:tcPr>
            <w:tcW w:w="7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24DD919" w14:textId="77777777" w:rsidR="00996AEB" w:rsidRDefault="00FA7A78">
            <w:pPr>
              <w:ind w:left="31" w:firstLine="0"/>
              <w:jc w:val="left"/>
            </w:pPr>
            <w:r>
              <w:rPr>
                <w:sz w:val="22"/>
              </w:rPr>
              <w:t>Action Items</w:t>
            </w:r>
            <w:r w:rsidR="00905B82">
              <w:rPr>
                <w:sz w:val="22"/>
              </w:rPr>
              <w:t xml:space="preserve"> 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F8E5ABE" w14:textId="77777777" w:rsidR="00996AEB" w:rsidRDefault="00905B82">
            <w:pPr>
              <w:ind w:left="0" w:firstLine="0"/>
            </w:pPr>
            <w:r>
              <w:rPr>
                <w:sz w:val="22"/>
              </w:rPr>
              <w:t xml:space="preserve">Person Responsible </w:t>
            </w:r>
          </w:p>
        </w:tc>
      </w:tr>
      <w:tr w:rsidR="00996AEB" w14:paraId="22F8047F" w14:textId="77777777" w:rsidTr="00FD0931">
        <w:trPr>
          <w:trHeight w:val="270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A332A" w14:textId="77777777" w:rsidR="00996AEB" w:rsidRDefault="00FA7A78">
            <w:pPr>
              <w:ind w:left="31" w:firstLine="0"/>
              <w:jc w:val="left"/>
            </w:pPr>
            <w:r>
              <w:rPr>
                <w:b w:val="0"/>
                <w:sz w:val="22"/>
              </w:rPr>
              <w:t>1</w:t>
            </w:r>
          </w:p>
        </w:tc>
        <w:tc>
          <w:tcPr>
            <w:tcW w:w="7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62070" w14:textId="73E1F750" w:rsidR="00FA7A78" w:rsidRDefault="0053567D" w:rsidP="00F04A57">
            <w:pPr>
              <w:pStyle w:val="ListParagraph"/>
              <w:numPr>
                <w:ilvl w:val="0"/>
                <w:numId w:val="3"/>
              </w:numPr>
              <w:spacing w:after="122"/>
              <w:ind w:right="109"/>
              <w:jc w:val="both"/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  <w:r>
              <w:rPr>
                <w:b w:val="0"/>
                <w:sz w:val="22"/>
              </w:rPr>
              <w:t xml:space="preserve"> will prepare the System Analysis Report which will include the complete technical detail about this meeting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1293E" w14:textId="39E41419" w:rsidR="0053567D" w:rsidRPr="00F04A57" w:rsidRDefault="00F04A57" w:rsidP="00F04A57">
            <w:pPr>
              <w:ind w:left="0" w:right="73" w:firstLine="0"/>
              <w:rPr>
                <w:b w:val="0"/>
                <w:bCs/>
                <w:sz w:val="22"/>
              </w:rPr>
            </w:pPr>
            <w:r w:rsidRPr="00F04A57">
              <w:rPr>
                <w:b w:val="0"/>
                <w:bCs/>
                <w:sz w:val="22"/>
              </w:rPr>
              <w:t>BU</w:t>
            </w:r>
          </w:p>
        </w:tc>
      </w:tr>
    </w:tbl>
    <w:p w14:paraId="7C1BEF2E" w14:textId="77777777" w:rsidR="00996AEB" w:rsidRDefault="00996AEB">
      <w:pPr>
        <w:ind w:left="0" w:firstLine="0"/>
        <w:jc w:val="left"/>
        <w:rPr>
          <w:b w:val="0"/>
          <w:sz w:val="18"/>
        </w:rPr>
      </w:pPr>
    </w:p>
    <w:p w14:paraId="56B3B849" w14:textId="77777777" w:rsidR="001F7C79" w:rsidRDefault="001F7C79">
      <w:pPr>
        <w:ind w:left="0" w:firstLine="0"/>
        <w:jc w:val="left"/>
      </w:pPr>
    </w:p>
    <w:p w14:paraId="47B1BD08" w14:textId="77777777" w:rsidR="001F7C79" w:rsidRDefault="001F7C79">
      <w:pPr>
        <w:ind w:left="0" w:firstLine="0"/>
        <w:jc w:val="left"/>
      </w:pPr>
    </w:p>
    <w:sectPr w:rsidR="001F7C79" w:rsidSect="008E58E0">
      <w:footerReference w:type="default" r:id="rId9"/>
      <w:pgSz w:w="12240" w:h="15840"/>
      <w:pgMar w:top="733" w:right="4628" w:bottom="719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9D19F" w14:textId="77777777" w:rsidR="004D007C" w:rsidRDefault="004D007C" w:rsidP="008B0BD9">
      <w:pPr>
        <w:spacing w:line="240" w:lineRule="auto"/>
      </w:pPr>
      <w:r>
        <w:separator/>
      </w:r>
    </w:p>
  </w:endnote>
  <w:endnote w:type="continuationSeparator" w:id="0">
    <w:p w14:paraId="1B1EA9FC" w14:textId="77777777" w:rsidR="004D007C" w:rsidRDefault="004D007C" w:rsidP="008B0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63540" w14:textId="77777777" w:rsidR="001F7C79" w:rsidRDefault="001F7C79" w:rsidP="001F7C79">
    <w:pPr>
      <w:spacing w:after="5"/>
      <w:ind w:left="2" w:right="-3615" w:firstLine="0"/>
      <w:jc w:val="left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inline distT="0" distB="0" distL="0" distR="0" wp14:anchorId="6F97E1C1" wp14:editId="30BC9071">
              <wp:extent cx="6212789" cy="9144"/>
              <wp:effectExtent l="0" t="0" r="0" b="0"/>
              <wp:docPr id="4983" name="Group 49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2789" cy="9144"/>
                        <a:chOff x="0" y="0"/>
                        <a:chExt cx="6212789" cy="9144"/>
                      </a:xfrm>
                    </wpg:grpSpPr>
                    <wps:wsp>
                      <wps:cNvPr id="5499" name="Shape 5499"/>
                      <wps:cNvSpPr/>
                      <wps:spPr>
                        <a:xfrm>
                          <a:off x="0" y="0"/>
                          <a:ext cx="11841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84148" h="9144">
                              <a:moveTo>
                                <a:pt x="0" y="0"/>
                              </a:moveTo>
                              <a:lnTo>
                                <a:pt x="1184148" y="0"/>
                              </a:lnTo>
                              <a:lnTo>
                                <a:pt x="11841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0" name="Shape 5500"/>
                      <wps:cNvSpPr/>
                      <wps:spPr>
                        <a:xfrm>
                          <a:off x="1184097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1" name="Shape 5501"/>
                      <wps:cNvSpPr/>
                      <wps:spPr>
                        <a:xfrm>
                          <a:off x="1193241" y="0"/>
                          <a:ext cx="402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8821" h="9144">
                              <a:moveTo>
                                <a:pt x="0" y="0"/>
                              </a:moveTo>
                              <a:lnTo>
                                <a:pt x="4028821" y="0"/>
                              </a:lnTo>
                              <a:lnTo>
                                <a:pt x="402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2" name="Shape 5502"/>
                      <wps:cNvSpPr/>
                      <wps:spPr>
                        <a:xfrm>
                          <a:off x="5222189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3" name="Shape 5503"/>
                      <wps:cNvSpPr/>
                      <wps:spPr>
                        <a:xfrm>
                          <a:off x="5231334" y="0"/>
                          <a:ext cx="98145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456" h="9144">
                              <a:moveTo>
                                <a:pt x="0" y="0"/>
                              </a:moveTo>
                              <a:lnTo>
                                <a:pt x="981456" y="0"/>
                              </a:lnTo>
                              <a:lnTo>
                                <a:pt x="98145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10C32C51" id="Group 4983" o:spid="_x0000_s1026" style="width:489.2pt;height:.7pt;mso-position-horizontal-relative:char;mso-position-vertical-relative:line" coordsize="6212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">
              <v:shape id="Shape 5499" o:spid="_x0000_s1027" style="position:absolute;width:11841;height:91;visibility:visible;mso-wrap-style:square;v-text-anchor:top" coordsize="11841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" path="m,l1184148,r,9144l,9144,,e" fillcolor="black" stroked="f" strokeweight="0">
                <v:stroke miterlimit="83231f" joinstyle="miter"/>
                <v:path arrowok="t" textboxrect="0,0,1184148,9144"/>
              </v:shape>
              <v:shape id="Shape 5500" o:spid="_x0000_s1028" style="position:absolute;left:1184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1" o:spid="_x0000_s1029" style="position:absolute;left:11932;width:40288;height:91;visibility:visible;mso-wrap-style:square;v-text-anchor:top" coordsize="402882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" path="m,l4028821,r,9144l,9144,,e" fillcolor="black" stroked="f" strokeweight="0">
                <v:stroke miterlimit="83231f" joinstyle="miter"/>
                <v:path arrowok="t" textboxrect="0,0,4028821,9144"/>
              </v:shape>
              <v:shape id="Shape 5502" o:spid="_x0000_s1030" style="position:absolute;left:5222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3" o:spid="_x0000_s1031" style="position:absolute;left:52313;width:9814;height:91;visibility:visible;mso-wrap-style:square;v-text-anchor:top" coordsize="9814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" path="m,l981456,r,9144l,9144,,e" fillcolor="black" stroked="f" strokeweight="0">
                <v:stroke miterlimit="83231f" joinstyle="miter"/>
                <v:path arrowok="t" textboxrect="0,0,981456,9144"/>
              </v:shape>
              <w10:anchorlock/>
            </v:group>
          </w:pict>
        </mc:Fallback>
      </mc:AlternateContent>
    </w:r>
  </w:p>
  <w:tbl>
    <w:tblPr>
      <w:tblStyle w:val="TableGrid"/>
      <w:tblW w:w="9692" w:type="dxa"/>
      <w:tblInd w:w="139" w:type="dxa"/>
      <w:tblLook w:val="04A0" w:firstRow="1" w:lastRow="0" w:firstColumn="1" w:lastColumn="0" w:noHBand="0" w:noVBand="1"/>
    </w:tblPr>
    <w:tblGrid>
      <w:gridCol w:w="1733"/>
      <w:gridCol w:w="6123"/>
      <w:gridCol w:w="1836"/>
    </w:tblGrid>
    <w:tr w:rsidR="001F7C79" w14:paraId="14851C35" w14:textId="77777777" w:rsidTr="003B7B7B">
      <w:trPr>
        <w:trHeight w:val="412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1CE5AB7F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31F0F969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049CF58F" w14:textId="77777777" w:rsidR="001F7C79" w:rsidRDefault="001F7C79" w:rsidP="001F7C79">
          <w:pPr>
            <w:ind w:left="0" w:right="48" w:firstLine="0"/>
            <w:jc w:val="right"/>
          </w:pPr>
        </w:p>
      </w:tc>
    </w:tr>
    <w:tr w:rsidR="001F7C79" w14:paraId="07D97110" w14:textId="77777777" w:rsidTr="003B7B7B">
      <w:trPr>
        <w:trHeight w:val="204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5197EC01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4C45B888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29C50EE7" w14:textId="7811B67A" w:rsidR="001F7C79" w:rsidRDefault="001F7C79" w:rsidP="001F7C79">
          <w:pPr>
            <w:ind w:left="0" w:right="51" w:firstLine="0"/>
            <w:jc w:val="right"/>
          </w:pPr>
          <w:r>
            <w:rPr>
              <w:b w:val="0"/>
              <w:sz w:val="18"/>
            </w:rPr>
            <w:t>© GTC 201</w:t>
          </w:r>
          <w:r w:rsidR="00834ACF">
            <w:rPr>
              <w:b w:val="0"/>
              <w:sz w:val="18"/>
            </w:rPr>
            <w:t>9</w:t>
          </w:r>
          <w:r>
            <w:rPr>
              <w:b w:val="0"/>
              <w:sz w:val="18"/>
            </w:rPr>
            <w:t xml:space="preserve"> </w:t>
          </w:r>
        </w:p>
      </w:tc>
    </w:tr>
  </w:tbl>
  <w:p w14:paraId="3BD32EAE" w14:textId="77777777" w:rsidR="00D62706" w:rsidRDefault="00D627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59BA4" w14:textId="77777777" w:rsidR="004D007C" w:rsidRDefault="004D007C" w:rsidP="008B0BD9">
      <w:pPr>
        <w:spacing w:line="240" w:lineRule="auto"/>
      </w:pPr>
      <w:r>
        <w:separator/>
      </w:r>
    </w:p>
  </w:footnote>
  <w:footnote w:type="continuationSeparator" w:id="0">
    <w:p w14:paraId="6A26B9BF" w14:textId="77777777" w:rsidR="004D007C" w:rsidRDefault="004D007C" w:rsidP="008B0B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161C1"/>
    <w:multiLevelType w:val="hybridMultilevel"/>
    <w:tmpl w:val="06FC2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A34CE"/>
    <w:multiLevelType w:val="hybridMultilevel"/>
    <w:tmpl w:val="FF343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B1874"/>
    <w:multiLevelType w:val="hybridMultilevel"/>
    <w:tmpl w:val="87AE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AEB"/>
    <w:rsid w:val="00045D72"/>
    <w:rsid w:val="00074460"/>
    <w:rsid w:val="00090626"/>
    <w:rsid w:val="000B7108"/>
    <w:rsid w:val="000D69FC"/>
    <w:rsid w:val="000E1E3B"/>
    <w:rsid w:val="00100F53"/>
    <w:rsid w:val="00102AC8"/>
    <w:rsid w:val="001B2F0B"/>
    <w:rsid w:val="001C030A"/>
    <w:rsid w:val="001C5305"/>
    <w:rsid w:val="001F6592"/>
    <w:rsid w:val="001F6DF3"/>
    <w:rsid w:val="001F7C79"/>
    <w:rsid w:val="0026043C"/>
    <w:rsid w:val="002627CE"/>
    <w:rsid w:val="003239C6"/>
    <w:rsid w:val="00342B36"/>
    <w:rsid w:val="00377F2F"/>
    <w:rsid w:val="003B530C"/>
    <w:rsid w:val="003D35F2"/>
    <w:rsid w:val="004012ED"/>
    <w:rsid w:val="00401A54"/>
    <w:rsid w:val="0041548E"/>
    <w:rsid w:val="004210DC"/>
    <w:rsid w:val="00481555"/>
    <w:rsid w:val="004A102A"/>
    <w:rsid w:val="004B4C74"/>
    <w:rsid w:val="004D007C"/>
    <w:rsid w:val="00503E23"/>
    <w:rsid w:val="00514DCD"/>
    <w:rsid w:val="00522B10"/>
    <w:rsid w:val="0053567D"/>
    <w:rsid w:val="005777CB"/>
    <w:rsid w:val="00592263"/>
    <w:rsid w:val="005E2B5C"/>
    <w:rsid w:val="005F582D"/>
    <w:rsid w:val="0063416B"/>
    <w:rsid w:val="0068354D"/>
    <w:rsid w:val="006B1A72"/>
    <w:rsid w:val="006F7B79"/>
    <w:rsid w:val="00765832"/>
    <w:rsid w:val="00772740"/>
    <w:rsid w:val="00776BE4"/>
    <w:rsid w:val="007A016E"/>
    <w:rsid w:val="007D1149"/>
    <w:rsid w:val="008331B9"/>
    <w:rsid w:val="00834ACF"/>
    <w:rsid w:val="00870823"/>
    <w:rsid w:val="008B0BD9"/>
    <w:rsid w:val="008E58E0"/>
    <w:rsid w:val="00905B82"/>
    <w:rsid w:val="009107BF"/>
    <w:rsid w:val="00996AEB"/>
    <w:rsid w:val="009B00DD"/>
    <w:rsid w:val="00A03391"/>
    <w:rsid w:val="00A1394B"/>
    <w:rsid w:val="00A171D7"/>
    <w:rsid w:val="00A55A59"/>
    <w:rsid w:val="00A60A75"/>
    <w:rsid w:val="00AA6103"/>
    <w:rsid w:val="00AB0114"/>
    <w:rsid w:val="00AE2046"/>
    <w:rsid w:val="00AF5CAA"/>
    <w:rsid w:val="00B00095"/>
    <w:rsid w:val="00C22B07"/>
    <w:rsid w:val="00C307F4"/>
    <w:rsid w:val="00C739F4"/>
    <w:rsid w:val="00CD6A6C"/>
    <w:rsid w:val="00CE414C"/>
    <w:rsid w:val="00CF6271"/>
    <w:rsid w:val="00D30D9E"/>
    <w:rsid w:val="00D3699A"/>
    <w:rsid w:val="00D62706"/>
    <w:rsid w:val="00DA30AB"/>
    <w:rsid w:val="00DC2A35"/>
    <w:rsid w:val="00DF356B"/>
    <w:rsid w:val="00E524C2"/>
    <w:rsid w:val="00E540D8"/>
    <w:rsid w:val="00E933DA"/>
    <w:rsid w:val="00F04A57"/>
    <w:rsid w:val="00F27C5B"/>
    <w:rsid w:val="00F65AEA"/>
    <w:rsid w:val="00F96EBB"/>
    <w:rsid w:val="00FA7A78"/>
    <w:rsid w:val="00FD0931"/>
    <w:rsid w:val="00FE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6D6A4"/>
  <w15:docId w15:val="{2F58AEA8-F10E-41F0-A0F7-F1F23858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3198" w:hanging="10"/>
      <w:jc w:val="center"/>
    </w:pPr>
    <w:rPr>
      <w:rFonts w:ascii="Arial" w:eastAsia="Arial" w:hAnsi="Arial" w:cs="Arial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Footer">
    <w:name w:val="footer"/>
    <w:basedOn w:val="Normal"/>
    <w:link w:val="Foot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ListParagraph">
    <w:name w:val="List Paragraph"/>
    <w:basedOn w:val="Normal"/>
    <w:uiPriority w:val="34"/>
    <w:qFormat/>
    <w:rsid w:val="00B0009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E41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rvr_gis1\madinah\Documentation\GI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6DAD5-361E-467A-AEB6-5CF7049B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teksioglu</dc:creator>
  <cp:keywords/>
  <cp:lastModifiedBy>Barış Uluzmanoğlu</cp:lastModifiedBy>
  <cp:revision>67</cp:revision>
  <dcterms:created xsi:type="dcterms:W3CDTF">2018-02-22T12:27:00Z</dcterms:created>
  <dcterms:modified xsi:type="dcterms:W3CDTF">2019-04-09T08:14:00Z</dcterms:modified>
</cp:coreProperties>
</file>